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413211" w:rsidRPr="00413211" w:rsidRDefault="00413211" w:rsidP="004132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Адмиралтейская, </w:t>
            </w:r>
          </w:p>
          <w:p w:rsidR="00373B9E" w:rsidRDefault="00413211" w:rsidP="004132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Валявкина</w:t>
            </w:r>
            <w:proofErr w:type="spellEnd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Никольский,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413211" w:rsidRDefault="00C05D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413211" w:rsidRPr="00413211">
        <w:rPr>
          <w:rFonts w:ascii="Times New Roman" w:hAnsi="Times New Roman"/>
          <w:b/>
          <w:sz w:val="28"/>
          <w:szCs w:val="28"/>
        </w:rPr>
        <w:t xml:space="preserve">ул. Адмиралтейская, ул. Советская, </w:t>
      </w:r>
      <w:proofErr w:type="gramEnd"/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13211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413211">
        <w:rPr>
          <w:rFonts w:ascii="Times New Roman" w:hAnsi="Times New Roman"/>
          <w:b/>
          <w:sz w:val="28"/>
          <w:szCs w:val="28"/>
        </w:rPr>
        <w:t>Валявкина</w:t>
      </w:r>
      <w:proofErr w:type="spellEnd"/>
      <w:r w:rsidRPr="00413211">
        <w:rPr>
          <w:rFonts w:ascii="Times New Roman" w:hAnsi="Times New Roman"/>
          <w:b/>
          <w:sz w:val="28"/>
          <w:szCs w:val="28"/>
        </w:rPr>
        <w:t>, просп. Никольский,</w:t>
      </w:r>
      <w:r w:rsidR="00C05D11">
        <w:rPr>
          <w:rFonts w:ascii="Times New Roman" w:hAnsi="Times New Roman"/>
          <w:b/>
          <w:sz w:val="28"/>
          <w:szCs w:val="28"/>
        </w:rPr>
        <w:t xml:space="preserve"> подлежащей комплексному развитию, со схемой</w:t>
      </w:r>
      <w:proofErr w:type="gramEnd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13211" w:rsidRPr="00413211" w:rsidTr="009D183C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Адмиралтейская, ул. Советская, ул. </w:t>
            </w:r>
            <w:proofErr w:type="spellStart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Валявкина</w:t>
            </w:r>
            <w:proofErr w:type="spellEnd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Никольский, подлежащей комплексному развитию площадью 0,1589 га</w:t>
            </w:r>
          </w:p>
        </w:tc>
      </w:tr>
      <w:tr w:rsidR="00413211" w:rsidRPr="00413211" w:rsidTr="009D183C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654781.91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2519204.74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313°51.4'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26.94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654800.58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2519185.31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41°00.5'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654801.04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2519185.71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40°57.9'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54.16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654841.94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2519221.22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134°00.8'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31.19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654820.27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2519243.65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225°23.0'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654806.92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2519230.12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225°23.6'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29.88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654785.94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2519208.85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225°33.8'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5.76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654781.91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2519204.74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13211" w:rsidRPr="00413211" w:rsidRDefault="00413211" w:rsidP="0041321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413211" w:rsidRPr="00413211" w:rsidRDefault="00413211" w:rsidP="0041321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13211" w:rsidRPr="00413211" w:rsidTr="009D183C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Адмиралтейская, ул. Советская, ул. </w:t>
            </w:r>
            <w:proofErr w:type="spellStart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Валявкина</w:t>
            </w:r>
            <w:proofErr w:type="spellEnd"/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Никольский, подлежащей комплексному развитию площадью 0,2135 га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654823.45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2519173.19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311°13.9'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23.35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654838.84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2519155.63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44°58.9'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21.70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654854.19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2519170.97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320°43.5'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8.01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654860.39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2519165.90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44°37.4'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18.31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654873.42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2519178.76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315°50.5'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3211" w:rsidRPr="00413211" w:rsidRDefault="00413211" w:rsidP="004132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654882.05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2519170.38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51°28.9'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27.88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654899.41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2519192.19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48°08.1'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29.74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654919.26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2519214.34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316°36.8'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1.00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654919.99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2519213.65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46°23.4'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21.86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654935.07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2519229.48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47°55.7'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6.51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654939.43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2519234.31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137°55.3'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654929.03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2519243.70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133°40.3'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4.27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654926.08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2519246.79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227°14.3'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38.74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654899.78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2519218.35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228°11.0'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26.87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654881.87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2519198.33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138°05.8'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4.58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654878.46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2519201.39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225°14.0'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5.20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654874.80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2519197.70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299°48.8'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654875.31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2519196.81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231°45.8'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17.95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654864.20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2519182.71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198°31.3'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654858.26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2519180.72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183°45.8'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654856.74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2519180.62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227°09.6'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17.27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654845.00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2519167.96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134°03.5'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654832.44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2519180.94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220°45.8'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11.88</w:t>
            </w:r>
          </w:p>
        </w:tc>
      </w:tr>
      <w:tr w:rsidR="00413211" w:rsidRPr="00413211" w:rsidTr="009D183C">
        <w:trPr>
          <w:trHeight w:val="284"/>
          <w:jc w:val="center"/>
        </w:trPr>
        <w:tc>
          <w:tcPr>
            <w:tcW w:w="850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654823.45</w:t>
            </w:r>
          </w:p>
        </w:tc>
        <w:tc>
          <w:tcPr>
            <w:tcW w:w="1843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2519173.19</w:t>
            </w:r>
          </w:p>
        </w:tc>
        <w:tc>
          <w:tcPr>
            <w:tcW w:w="2126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413211" w:rsidRPr="00413211" w:rsidRDefault="00413211" w:rsidP="0041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2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13211" w:rsidRPr="00413211" w:rsidRDefault="00413211" w:rsidP="0041321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413211" w:rsidRPr="00413211" w:rsidRDefault="00413211" w:rsidP="00413211">
      <w:pPr>
        <w:jc w:val="center"/>
        <w:rPr>
          <w:lang w:eastAsia="ru-RU"/>
        </w:rPr>
      </w:pPr>
      <w:r w:rsidRPr="00413211">
        <w:rPr>
          <w:lang w:eastAsia="ru-RU"/>
        </w:rPr>
        <w:t>___________</w:t>
      </w: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211" w:rsidRDefault="00413211" w:rsidP="00413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  <w:bookmarkStart w:id="0" w:name="_GoBack"/>
            <w:bookmarkEnd w:id="0"/>
          </w:p>
          <w:p w:rsidR="00413211" w:rsidRPr="00413211" w:rsidRDefault="00712797" w:rsidP="004132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</w:t>
            </w:r>
            <w:r w:rsidR="00413211" w:rsidRPr="00413211">
              <w:rPr>
                <w:rFonts w:ascii="Times New Roman" w:hAnsi="Times New Roman"/>
                <w:sz w:val="28"/>
                <w:szCs w:val="28"/>
              </w:rPr>
              <w:t xml:space="preserve">ул. Адмиралтейская, </w:t>
            </w:r>
            <w:proofErr w:type="gramEnd"/>
          </w:p>
          <w:p w:rsidR="00C05D11" w:rsidRDefault="00413211" w:rsidP="004132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21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413211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413211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13211">
              <w:rPr>
                <w:rFonts w:ascii="Times New Roman" w:hAnsi="Times New Roman"/>
                <w:sz w:val="28"/>
                <w:szCs w:val="28"/>
              </w:rPr>
              <w:t>Валявкина</w:t>
            </w:r>
            <w:proofErr w:type="spellEnd"/>
            <w:r w:rsidRPr="00413211">
              <w:rPr>
                <w:rFonts w:ascii="Times New Roman" w:hAnsi="Times New Roman"/>
                <w:sz w:val="28"/>
                <w:szCs w:val="28"/>
              </w:rPr>
              <w:t>, просп. Никольский</w:t>
            </w:r>
            <w:r w:rsidR="00712797">
              <w:rPr>
                <w:rFonts w:ascii="Times New Roman" w:hAnsi="Times New Roman"/>
                <w:sz w:val="28"/>
                <w:szCs w:val="28"/>
              </w:rPr>
              <w:t>, подлежащей комплексному развитию</w:t>
            </w:r>
          </w:p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413211">
        <w:trPr>
          <w:trHeight w:val="976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413211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312C13" wp14:editId="78749B08">
                  <wp:extent cx="4781550" cy="6000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600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B20D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1479EF"/>
    <w:rsid w:val="00373B9E"/>
    <w:rsid w:val="00413211"/>
    <w:rsid w:val="00580516"/>
    <w:rsid w:val="005F2485"/>
    <w:rsid w:val="00712797"/>
    <w:rsid w:val="00B20D87"/>
    <w:rsid w:val="00C05D11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2024-11-02T13:04:00Z</cp:lastPrinted>
  <dcterms:created xsi:type="dcterms:W3CDTF">2024-11-01T06:38:00Z</dcterms:created>
  <dcterms:modified xsi:type="dcterms:W3CDTF">2024-11-02T13:04:00Z</dcterms:modified>
</cp:coreProperties>
</file>